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F6" w:rsidRDefault="004148F6" w:rsidP="00282036">
      <w:pPr>
        <w:jc w:val="center"/>
        <w:rPr>
          <w:rFonts w:ascii="Arial" w:hAnsi="Arial" w:cs="Arial"/>
          <w:b/>
          <w:sz w:val="38"/>
          <w:szCs w:val="38"/>
        </w:rPr>
      </w:pPr>
    </w:p>
    <w:p w:rsidR="004148F6" w:rsidRPr="009708A5" w:rsidRDefault="004148F6" w:rsidP="00282036">
      <w:pPr>
        <w:jc w:val="center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Agenda: Wednesday, 9/29</w:t>
      </w:r>
    </w:p>
    <w:p w:rsidR="004148F6" w:rsidRPr="009708A5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Default="004148F6" w:rsidP="00282036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 you owe me any work? You must hand it in</w:t>
      </w:r>
    </w:p>
    <w:p w:rsidR="004148F6" w:rsidRDefault="004148F6" w:rsidP="008878F3">
      <w:pPr>
        <w:rPr>
          <w:rFonts w:ascii="Arial" w:hAnsi="Arial" w:cs="Arial"/>
          <w:b/>
          <w:sz w:val="38"/>
          <w:szCs w:val="38"/>
        </w:rPr>
      </w:pPr>
    </w:p>
    <w:p w:rsidR="004148F6" w:rsidRDefault="004148F6" w:rsidP="00282036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Finish Balance Lab questions</w:t>
      </w:r>
      <w:r>
        <w:rPr>
          <w:rFonts w:ascii="Arial" w:hAnsi="Arial" w:cs="Arial"/>
          <w:b/>
          <w:sz w:val="38"/>
          <w:szCs w:val="38"/>
        </w:rPr>
        <w:tab/>
      </w:r>
    </w:p>
    <w:p w:rsidR="004148F6" w:rsidRDefault="004148F6" w:rsidP="00161ECA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You may ask to use the demo equipment to finish answering the questions</w:t>
      </w:r>
    </w:p>
    <w:p w:rsidR="004148F6" w:rsidRPr="00A85342" w:rsidRDefault="004148F6" w:rsidP="00161ECA">
      <w:pPr>
        <w:numPr>
          <w:ilvl w:val="1"/>
          <w:numId w:val="1"/>
        </w:numPr>
        <w:rPr>
          <w:rFonts w:ascii="Arial" w:hAnsi="Arial" w:cs="Arial"/>
          <w:b/>
          <w:color w:val="660033"/>
          <w:sz w:val="38"/>
          <w:szCs w:val="38"/>
        </w:rPr>
      </w:pPr>
      <w:r w:rsidRPr="00A85342">
        <w:rPr>
          <w:rFonts w:ascii="Arial" w:hAnsi="Arial" w:cs="Arial"/>
          <w:b/>
          <w:color w:val="660033"/>
          <w:sz w:val="38"/>
          <w:szCs w:val="38"/>
        </w:rPr>
        <w:t>I WILL NOT COLLECT THIS PAPE</w:t>
      </w:r>
      <w:r>
        <w:rPr>
          <w:rFonts w:ascii="Arial" w:hAnsi="Arial" w:cs="Arial"/>
          <w:b/>
          <w:color w:val="660033"/>
          <w:sz w:val="38"/>
          <w:szCs w:val="38"/>
        </w:rPr>
        <w:t>R</w:t>
      </w:r>
      <w:r w:rsidRPr="00A85342">
        <w:rPr>
          <w:rFonts w:ascii="Arial" w:hAnsi="Arial" w:cs="Arial"/>
          <w:b/>
          <w:color w:val="660033"/>
          <w:sz w:val="38"/>
          <w:szCs w:val="38"/>
        </w:rPr>
        <w:t xml:space="preserve"> AFTER THIS CLASS PERIOD TODAY</w:t>
      </w:r>
    </w:p>
    <w:p w:rsidR="004148F6" w:rsidRDefault="004148F6" w:rsidP="00BE4F33">
      <w:pPr>
        <w:rPr>
          <w:rFonts w:ascii="Arial" w:hAnsi="Arial" w:cs="Arial"/>
          <w:b/>
          <w:sz w:val="38"/>
          <w:szCs w:val="38"/>
        </w:rPr>
      </w:pPr>
    </w:p>
    <w:p w:rsidR="004148F6" w:rsidRPr="008545AE" w:rsidRDefault="004148F6" w:rsidP="008545AE">
      <w:pPr>
        <w:rPr>
          <w:rFonts w:ascii="Arial" w:hAnsi="Arial" w:cs="Arial"/>
          <w:b/>
          <w:sz w:val="38"/>
          <w:szCs w:val="38"/>
          <w:u w:val="single"/>
        </w:rPr>
      </w:pPr>
      <w:r w:rsidRPr="008545AE">
        <w:rPr>
          <w:rFonts w:ascii="Arial" w:hAnsi="Arial" w:cs="Arial"/>
          <w:b/>
          <w:sz w:val="38"/>
          <w:szCs w:val="38"/>
          <w:u w:val="single"/>
        </w:rPr>
        <w:t>If you are finished:</w:t>
      </w:r>
    </w:p>
    <w:p w:rsidR="004148F6" w:rsidRDefault="004148F6" w:rsidP="008545AE">
      <w:pPr>
        <w:rPr>
          <w:rFonts w:ascii="Arial" w:hAnsi="Arial" w:cs="Arial"/>
          <w:b/>
          <w:sz w:val="38"/>
          <w:szCs w:val="38"/>
        </w:rPr>
      </w:pPr>
    </w:p>
    <w:p w:rsidR="004148F6" w:rsidRDefault="004148F6" w:rsidP="008545AE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Make up any work</w:t>
      </w:r>
    </w:p>
    <w:p w:rsidR="004148F6" w:rsidRDefault="004148F6" w:rsidP="008545AE">
      <w:pPr>
        <w:rPr>
          <w:rFonts w:ascii="Arial" w:hAnsi="Arial" w:cs="Arial"/>
          <w:b/>
          <w:sz w:val="38"/>
          <w:szCs w:val="38"/>
        </w:rPr>
      </w:pPr>
    </w:p>
    <w:p w:rsidR="004148F6" w:rsidRDefault="004148F6" w:rsidP="007F0837">
      <w:pPr>
        <w:numPr>
          <w:ilvl w:val="0"/>
          <w:numId w:val="2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Chapter 11 Vocabulary Dictionary</w:t>
      </w:r>
    </w:p>
    <w:p w:rsidR="004148F6" w:rsidRDefault="004148F6" w:rsidP="007F0837">
      <w:pPr>
        <w:numPr>
          <w:ilvl w:val="1"/>
          <w:numId w:val="2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Write vocabulary word </w:t>
      </w:r>
    </w:p>
    <w:p w:rsidR="004148F6" w:rsidRDefault="004148F6" w:rsidP="007F0837">
      <w:pPr>
        <w:numPr>
          <w:ilvl w:val="1"/>
          <w:numId w:val="2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Write book definition</w:t>
      </w:r>
    </w:p>
    <w:p w:rsidR="004148F6" w:rsidRDefault="004148F6" w:rsidP="007F0837">
      <w:pPr>
        <w:numPr>
          <w:ilvl w:val="1"/>
          <w:numId w:val="2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Write a real-life example/your own words</w:t>
      </w:r>
    </w:p>
    <w:p w:rsidR="004148F6" w:rsidRDefault="004148F6" w:rsidP="00956B19">
      <w:pPr>
        <w:rPr>
          <w:rFonts w:ascii="Arial" w:hAnsi="Arial" w:cs="Arial"/>
          <w:b/>
          <w:sz w:val="38"/>
          <w:szCs w:val="38"/>
        </w:rPr>
      </w:pPr>
    </w:p>
    <w:p w:rsidR="004148F6" w:rsidRDefault="004148F6" w:rsidP="00956B19">
      <w:pPr>
        <w:numPr>
          <w:ilvl w:val="0"/>
          <w:numId w:val="2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Start reading/skimming through Chapter 11</w:t>
      </w:r>
    </w:p>
    <w:p w:rsidR="004148F6" w:rsidRDefault="004148F6" w:rsidP="0055446E">
      <w:pPr>
        <w:numPr>
          <w:ilvl w:val="1"/>
          <w:numId w:val="2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Prepare for Chapter Meet n’ Greet tomorrow</w:t>
      </w:r>
    </w:p>
    <w:p w:rsidR="004148F6" w:rsidRDefault="004148F6" w:rsidP="008545AE">
      <w:pPr>
        <w:ind w:left="720"/>
        <w:rPr>
          <w:rFonts w:ascii="Arial" w:hAnsi="Arial" w:cs="Arial"/>
          <w:b/>
          <w:sz w:val="38"/>
          <w:szCs w:val="38"/>
        </w:rPr>
      </w:pPr>
      <w:bookmarkStart w:id="0" w:name="_GoBack"/>
      <w:bookmarkEnd w:id="0"/>
    </w:p>
    <w:p w:rsidR="004148F6" w:rsidRDefault="004148F6" w:rsidP="00282036">
      <w:pPr>
        <w:pStyle w:val="ListParagraph"/>
        <w:rPr>
          <w:rFonts w:ascii="Arial" w:hAnsi="Arial" w:cs="Arial"/>
          <w:b/>
          <w:sz w:val="38"/>
          <w:szCs w:val="38"/>
        </w:rPr>
      </w:pPr>
    </w:p>
    <w:p w:rsidR="004148F6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Default="004148F6" w:rsidP="00282036">
      <w:pPr>
        <w:pStyle w:val="ListParagraph"/>
        <w:rPr>
          <w:rFonts w:ascii="Arial" w:hAnsi="Arial" w:cs="Arial"/>
          <w:b/>
          <w:sz w:val="38"/>
          <w:szCs w:val="38"/>
        </w:rPr>
      </w:pPr>
    </w:p>
    <w:p w:rsidR="004148F6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Pr="00B76876" w:rsidRDefault="004148F6" w:rsidP="00282036">
      <w:pPr>
        <w:jc w:val="center"/>
        <w:rPr>
          <w:rFonts w:ascii="Arial" w:hAnsi="Arial" w:cs="Arial"/>
          <w:b/>
          <w:sz w:val="34"/>
          <w:szCs w:val="34"/>
        </w:rPr>
      </w:pPr>
    </w:p>
    <w:p w:rsidR="004148F6" w:rsidRPr="009708A5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Pr="009708A5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Pr="009708A5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Pr="009708A5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Pr="009708A5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Pr="009708A5" w:rsidRDefault="004148F6" w:rsidP="00282036">
      <w:pPr>
        <w:rPr>
          <w:rFonts w:ascii="Arial" w:hAnsi="Arial" w:cs="Arial"/>
          <w:b/>
          <w:sz w:val="38"/>
          <w:szCs w:val="38"/>
        </w:rPr>
      </w:pPr>
    </w:p>
    <w:p w:rsidR="004148F6" w:rsidRDefault="004148F6"/>
    <w:sectPr w:rsidR="004148F6" w:rsidSect="00B36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036"/>
    <w:rsid w:val="000647AC"/>
    <w:rsid w:val="00067B27"/>
    <w:rsid w:val="00107E62"/>
    <w:rsid w:val="00161ECA"/>
    <w:rsid w:val="00282036"/>
    <w:rsid w:val="002848C5"/>
    <w:rsid w:val="004148F6"/>
    <w:rsid w:val="00456296"/>
    <w:rsid w:val="00476E76"/>
    <w:rsid w:val="004B169B"/>
    <w:rsid w:val="005143DF"/>
    <w:rsid w:val="00523E1A"/>
    <w:rsid w:val="0055446E"/>
    <w:rsid w:val="00776B4B"/>
    <w:rsid w:val="007E52C4"/>
    <w:rsid w:val="007F0837"/>
    <w:rsid w:val="008545AE"/>
    <w:rsid w:val="008878F3"/>
    <w:rsid w:val="008C32CC"/>
    <w:rsid w:val="008D043C"/>
    <w:rsid w:val="008D4D11"/>
    <w:rsid w:val="008F1D05"/>
    <w:rsid w:val="00956B19"/>
    <w:rsid w:val="009708A5"/>
    <w:rsid w:val="00A85342"/>
    <w:rsid w:val="00AC2992"/>
    <w:rsid w:val="00AC55F6"/>
    <w:rsid w:val="00B36CA4"/>
    <w:rsid w:val="00B76876"/>
    <w:rsid w:val="00BE4F33"/>
    <w:rsid w:val="00D97913"/>
    <w:rsid w:val="00E70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036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82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06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2</Pages>
  <Words>74</Words>
  <Characters>423</Characters>
  <Application>Microsoft Office Outlook</Application>
  <DocSecurity>0</DocSecurity>
  <Lines>0</Lines>
  <Paragraphs>0</Paragraphs>
  <ScaleCrop>false</ScaleCrop>
  <Company>Norristown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Laskey, Concetta</dc:creator>
  <cp:keywords/>
  <dc:description/>
  <cp:lastModifiedBy>NASD</cp:lastModifiedBy>
  <cp:revision>19</cp:revision>
  <dcterms:created xsi:type="dcterms:W3CDTF">2010-09-28T11:48:00Z</dcterms:created>
  <dcterms:modified xsi:type="dcterms:W3CDTF">2010-09-29T12:41:00Z</dcterms:modified>
</cp:coreProperties>
</file>